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D0D" w:rsidRPr="00D60D0D" w:rsidRDefault="00D60D0D" w:rsidP="00D60D0D">
      <w:pPr>
        <w:jc w:val="center"/>
        <w:rPr>
          <w:rFonts w:ascii="Chalkboard" w:hAnsi="Chalkboard"/>
          <w:sz w:val="36"/>
          <w:u w:val="single"/>
        </w:rPr>
      </w:pPr>
      <w:bookmarkStart w:id="0" w:name="_GoBack"/>
      <w:bookmarkEnd w:id="0"/>
      <w:r w:rsidRPr="00D60D0D">
        <w:rPr>
          <w:rFonts w:ascii="Chalkboard" w:hAnsi="Chalkboard"/>
          <w:sz w:val="36"/>
          <w:u w:val="single"/>
        </w:rPr>
        <w:t>A Sick Day For Amos McGee</w:t>
      </w:r>
    </w:p>
    <w:p w:rsidR="00D60D0D" w:rsidRPr="00D60D0D" w:rsidRDefault="00D60D0D" w:rsidP="00D60D0D">
      <w:pPr>
        <w:jc w:val="center"/>
        <w:rPr>
          <w:rFonts w:ascii="Chalkboard" w:hAnsi="Chalkboard"/>
          <w:sz w:val="36"/>
          <w:u w:val="single"/>
        </w:rPr>
      </w:pPr>
    </w:p>
    <w:p w:rsidR="00D60D0D" w:rsidRPr="00D60D0D" w:rsidRDefault="00D60D0D">
      <w:pPr>
        <w:rPr>
          <w:rFonts w:ascii="Chalkboard" w:hAnsi="Chalkboard"/>
        </w:rPr>
      </w:pPr>
      <w:r w:rsidRPr="00D60D0D">
        <w:rPr>
          <w:rFonts w:ascii="Chalkboard" w:hAnsi="Chalkboard"/>
        </w:rPr>
        <w:t>Post reading activity First Grade</w:t>
      </w:r>
    </w:p>
    <w:p w:rsidR="00D60D0D" w:rsidRPr="00D60D0D" w:rsidRDefault="00D60D0D">
      <w:pPr>
        <w:rPr>
          <w:rFonts w:ascii="Chalkboard" w:hAnsi="Chalkboard"/>
        </w:rPr>
      </w:pPr>
    </w:p>
    <w:p w:rsidR="00D60D0D" w:rsidRPr="00D60D0D" w:rsidRDefault="00D60D0D">
      <w:pPr>
        <w:rPr>
          <w:rFonts w:ascii="Chalkboard" w:hAnsi="Chalkboard"/>
        </w:rPr>
      </w:pPr>
      <w:r w:rsidRPr="00D60D0D">
        <w:rPr>
          <w:rFonts w:ascii="Chalkboard" w:hAnsi="Chalkboard"/>
        </w:rPr>
        <w:t>Collins Writing Type 3</w:t>
      </w:r>
    </w:p>
    <w:p w:rsidR="00D60D0D" w:rsidRPr="00D60D0D" w:rsidRDefault="00D60D0D">
      <w:pPr>
        <w:rPr>
          <w:rFonts w:ascii="Chalkboard" w:hAnsi="Chalkboard"/>
        </w:rPr>
      </w:pPr>
    </w:p>
    <w:p w:rsidR="00D60D0D" w:rsidRPr="00D60D0D" w:rsidRDefault="00D60D0D">
      <w:pPr>
        <w:rPr>
          <w:rFonts w:ascii="Chalkboard" w:hAnsi="Chalkboard"/>
          <w:b/>
        </w:rPr>
      </w:pPr>
      <w:r w:rsidRPr="00D60D0D">
        <w:rPr>
          <w:rFonts w:ascii="Chalkboard" w:hAnsi="Chalkboard"/>
          <w:b/>
        </w:rPr>
        <w:t xml:space="preserve">FCA’s </w:t>
      </w:r>
    </w:p>
    <w:p w:rsidR="00D60D0D" w:rsidRPr="00D60D0D" w:rsidRDefault="00D60D0D" w:rsidP="00D60D0D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D60D0D">
        <w:rPr>
          <w:rFonts w:ascii="Chalkboard" w:hAnsi="Chalkboard"/>
        </w:rPr>
        <w:t>Word wall words spelled correctly</w:t>
      </w:r>
    </w:p>
    <w:p w:rsidR="00D60D0D" w:rsidRPr="00D60D0D" w:rsidRDefault="00D60D0D" w:rsidP="00D60D0D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D60D0D">
        <w:rPr>
          <w:rFonts w:ascii="Chalkboard" w:hAnsi="Chalkboard"/>
        </w:rPr>
        <w:t>List format</w:t>
      </w:r>
    </w:p>
    <w:p w:rsidR="00D60D0D" w:rsidRPr="00D60D0D" w:rsidRDefault="00D60D0D" w:rsidP="00D60D0D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D60D0D">
        <w:rPr>
          <w:rFonts w:ascii="Chalkboard" w:hAnsi="Chalkboard"/>
        </w:rPr>
        <w:t>On topic/5 characteristics</w:t>
      </w:r>
    </w:p>
    <w:p w:rsidR="00D60D0D" w:rsidRPr="00D60D0D" w:rsidRDefault="00D60D0D" w:rsidP="00D60D0D">
      <w:pPr>
        <w:rPr>
          <w:rFonts w:ascii="Chalkboard" w:hAnsi="Chalkboard"/>
        </w:rPr>
      </w:pPr>
    </w:p>
    <w:p w:rsidR="00D60D0D" w:rsidRPr="00D60D0D" w:rsidRDefault="00D60D0D" w:rsidP="00D60D0D">
      <w:pPr>
        <w:rPr>
          <w:rFonts w:ascii="Chalkboard" w:hAnsi="Chalkboard"/>
          <w:b/>
        </w:rPr>
      </w:pPr>
      <w:r w:rsidRPr="00D60D0D">
        <w:rPr>
          <w:rFonts w:ascii="Chalkboard" w:hAnsi="Chalkboard"/>
          <w:b/>
        </w:rPr>
        <w:t>Prompt:</w:t>
      </w:r>
    </w:p>
    <w:p w:rsidR="00D60D0D" w:rsidRPr="00D60D0D" w:rsidRDefault="00D60D0D" w:rsidP="00D60D0D">
      <w:pPr>
        <w:rPr>
          <w:rFonts w:ascii="Chalkboard" w:hAnsi="Chalkboard"/>
        </w:rPr>
      </w:pPr>
      <w:r w:rsidRPr="00D60D0D">
        <w:rPr>
          <w:rFonts w:ascii="Chalkboard" w:hAnsi="Chalkboard"/>
        </w:rPr>
        <w:t>List 5 characteristics of a good friend.</w:t>
      </w:r>
    </w:p>
    <w:p w:rsidR="0079667C" w:rsidRDefault="00A76778"/>
    <w:sectPr w:rsidR="0079667C" w:rsidSect="00A003C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84696"/>
    <w:multiLevelType w:val="hybridMultilevel"/>
    <w:tmpl w:val="E96A4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0D"/>
    <w:rsid w:val="00A76778"/>
    <w:rsid w:val="00D60D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CE67A2D4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Canton City Schools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Kuntzman</dc:creator>
  <cp:lastModifiedBy>mindy engler</cp:lastModifiedBy>
  <cp:revision>2</cp:revision>
  <dcterms:created xsi:type="dcterms:W3CDTF">2012-03-19T12:47:00Z</dcterms:created>
  <dcterms:modified xsi:type="dcterms:W3CDTF">2012-03-19T12:47:00Z</dcterms:modified>
</cp:coreProperties>
</file>